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0BA" w:rsidRPr="0066733F" w:rsidRDefault="00DB70BA" w:rsidP="00DB70BA">
      <w:pPr>
        <w:pStyle w:val="a7"/>
        <w:jc w:val="center"/>
      </w:pPr>
      <w:r w:rsidRPr="0066733F">
        <w:t>Перечень рекомендуемых мероприятий по улучшению условий труда</w:t>
      </w:r>
    </w:p>
    <w:p w:rsidR="00B3448B" w:rsidRPr="0066733F" w:rsidRDefault="00B3448B" w:rsidP="00B3448B"/>
    <w:p w:rsidR="00B3448B" w:rsidRPr="0066733F" w:rsidRDefault="00B3448B" w:rsidP="00047534">
      <w:pPr>
        <w:jc w:val="center"/>
      </w:pPr>
      <w:r w:rsidRPr="0066733F">
        <w:t xml:space="preserve">Наименование </w:t>
      </w:r>
      <w:proofErr w:type="gramStart"/>
      <w:r w:rsidRPr="0066733F">
        <w:t>организации:</w:t>
      </w:r>
      <w:r w:rsidRPr="0066733F">
        <w:rPr>
          <w:rStyle w:val="a9"/>
        </w:rPr>
        <w:t xml:space="preserve"> </w:t>
      </w:r>
      <w:r w:rsidRPr="0066733F">
        <w:rPr>
          <w:rStyle w:val="a9"/>
        </w:rPr>
        <w:fldChar w:fldCharType="begin"/>
      </w:r>
      <w:r w:rsidRPr="0066733F">
        <w:rPr>
          <w:rStyle w:val="a9"/>
        </w:rPr>
        <w:instrText xml:space="preserve"> DOCVARIABLE </w:instrText>
      </w:r>
      <w:r w:rsidR="00483A6A" w:rsidRPr="0066733F">
        <w:rPr>
          <w:rStyle w:val="a9"/>
        </w:rPr>
        <w:instrText>ceh_info</w:instrText>
      </w:r>
      <w:r w:rsidRPr="0066733F">
        <w:rPr>
          <w:rStyle w:val="a9"/>
        </w:rPr>
        <w:instrText xml:space="preserve"> \* MERGEFORMAT </w:instrText>
      </w:r>
      <w:r w:rsidRPr="0066733F">
        <w:rPr>
          <w:rStyle w:val="a9"/>
        </w:rPr>
        <w:fldChar w:fldCharType="separate"/>
      </w:r>
      <w:r w:rsidR="009F43B9" w:rsidRPr="009F43B9">
        <w:rPr>
          <w:rStyle w:val="a9"/>
        </w:rPr>
        <w:t xml:space="preserve"> Акционерное</w:t>
      </w:r>
      <w:proofErr w:type="gramEnd"/>
      <w:r w:rsidR="009F43B9" w:rsidRPr="009F43B9">
        <w:rPr>
          <w:rStyle w:val="a9"/>
        </w:rPr>
        <w:t xml:space="preserve"> общество "</w:t>
      </w:r>
      <w:proofErr w:type="spellStart"/>
      <w:r w:rsidR="009F43B9" w:rsidRPr="009F43B9">
        <w:rPr>
          <w:rStyle w:val="a9"/>
        </w:rPr>
        <w:t>Мурманэнергосбыт</w:t>
      </w:r>
      <w:proofErr w:type="spellEnd"/>
      <w:r w:rsidR="009F43B9" w:rsidRPr="009F43B9">
        <w:rPr>
          <w:rStyle w:val="a9"/>
        </w:rPr>
        <w:t xml:space="preserve">" (АО "МЭС") </w:t>
      </w:r>
      <w:r w:rsidRPr="0066733F">
        <w:rPr>
          <w:rStyle w:val="a9"/>
        </w:rPr>
        <w:fldChar w:fldCharType="end"/>
      </w:r>
    </w:p>
    <w:p w:rsidR="00DB70BA" w:rsidRPr="0066733F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66733F" w:rsidTr="008B4051">
        <w:trPr>
          <w:jc w:val="center"/>
        </w:trPr>
        <w:tc>
          <w:tcPr>
            <w:tcW w:w="3049" w:type="dxa"/>
            <w:vAlign w:val="center"/>
          </w:tcPr>
          <w:p w:rsidR="00DB70BA" w:rsidRPr="0066733F" w:rsidRDefault="00DB70BA" w:rsidP="00DB70BA">
            <w:pPr>
              <w:pStyle w:val="aa"/>
            </w:pPr>
            <w:bookmarkStart w:id="0" w:name="main_table"/>
            <w:bookmarkEnd w:id="0"/>
            <w:r w:rsidRPr="0066733F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66733F" w:rsidRDefault="00DB70BA" w:rsidP="00DB70BA">
            <w:pPr>
              <w:pStyle w:val="aa"/>
            </w:pPr>
            <w:r w:rsidRPr="0066733F"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DB70BA" w:rsidRPr="0066733F" w:rsidRDefault="00DB70BA" w:rsidP="00DB70BA">
            <w:pPr>
              <w:pStyle w:val="aa"/>
            </w:pPr>
            <w:r w:rsidRPr="0066733F">
              <w:t>Цель мероприятия</w:t>
            </w:r>
          </w:p>
        </w:tc>
        <w:tc>
          <w:tcPr>
            <w:tcW w:w="1384" w:type="dxa"/>
            <w:vAlign w:val="center"/>
          </w:tcPr>
          <w:p w:rsidR="00DB70BA" w:rsidRPr="0066733F" w:rsidRDefault="008B4051" w:rsidP="00DB70BA">
            <w:pPr>
              <w:pStyle w:val="aa"/>
            </w:pPr>
            <w:r w:rsidRPr="0066733F">
              <w:t>Срок</w:t>
            </w:r>
            <w:r w:rsidRPr="0066733F">
              <w:br/>
            </w:r>
            <w:r w:rsidR="00DB70BA" w:rsidRPr="0066733F">
              <w:t>выполнения</w:t>
            </w:r>
          </w:p>
        </w:tc>
        <w:tc>
          <w:tcPr>
            <w:tcW w:w="3294" w:type="dxa"/>
            <w:vAlign w:val="center"/>
          </w:tcPr>
          <w:p w:rsidR="00DB70BA" w:rsidRPr="0066733F" w:rsidRDefault="00DB70BA" w:rsidP="00DB70BA">
            <w:pPr>
              <w:pStyle w:val="aa"/>
            </w:pPr>
            <w:r w:rsidRPr="0066733F">
              <w:t>Структурные подразделения, привлекаемые для выполнения</w:t>
            </w:r>
          </w:p>
        </w:tc>
        <w:tc>
          <w:tcPr>
            <w:tcW w:w="1315" w:type="dxa"/>
            <w:vAlign w:val="center"/>
          </w:tcPr>
          <w:p w:rsidR="00DB70BA" w:rsidRPr="0066733F" w:rsidRDefault="00DB70BA" w:rsidP="00DB70BA">
            <w:pPr>
              <w:pStyle w:val="aa"/>
            </w:pPr>
            <w:r w:rsidRPr="0066733F">
              <w:t>Отметка о выполнении</w:t>
            </w:r>
          </w:p>
        </w:tc>
      </w:tr>
      <w:tr w:rsidR="00DB70BA" w:rsidRPr="0066733F" w:rsidTr="008B4051">
        <w:trPr>
          <w:jc w:val="center"/>
        </w:trPr>
        <w:tc>
          <w:tcPr>
            <w:tcW w:w="3049" w:type="dxa"/>
            <w:vAlign w:val="center"/>
          </w:tcPr>
          <w:p w:rsidR="00DB70BA" w:rsidRPr="0066733F" w:rsidRDefault="00DB70BA" w:rsidP="00DB70BA">
            <w:pPr>
              <w:pStyle w:val="aa"/>
            </w:pPr>
            <w:r w:rsidRPr="0066733F">
              <w:t>1</w:t>
            </w:r>
          </w:p>
        </w:tc>
        <w:tc>
          <w:tcPr>
            <w:tcW w:w="3686" w:type="dxa"/>
            <w:vAlign w:val="center"/>
          </w:tcPr>
          <w:p w:rsidR="00DB70BA" w:rsidRPr="0066733F" w:rsidRDefault="00DB70BA" w:rsidP="00DB70BA">
            <w:pPr>
              <w:pStyle w:val="aa"/>
            </w:pPr>
            <w:r w:rsidRPr="0066733F">
              <w:t>2</w:t>
            </w:r>
          </w:p>
        </w:tc>
        <w:tc>
          <w:tcPr>
            <w:tcW w:w="2835" w:type="dxa"/>
            <w:vAlign w:val="center"/>
          </w:tcPr>
          <w:p w:rsidR="00DB70BA" w:rsidRPr="0066733F" w:rsidRDefault="00DB70BA" w:rsidP="00DB70BA">
            <w:pPr>
              <w:pStyle w:val="aa"/>
            </w:pPr>
            <w:r w:rsidRPr="0066733F">
              <w:t>3</w:t>
            </w:r>
          </w:p>
        </w:tc>
        <w:tc>
          <w:tcPr>
            <w:tcW w:w="1384" w:type="dxa"/>
            <w:vAlign w:val="center"/>
          </w:tcPr>
          <w:p w:rsidR="00DB70BA" w:rsidRPr="0066733F" w:rsidRDefault="00DB70BA" w:rsidP="00DB70BA">
            <w:pPr>
              <w:pStyle w:val="aa"/>
            </w:pPr>
            <w:r w:rsidRPr="0066733F">
              <w:t>4</w:t>
            </w:r>
          </w:p>
        </w:tc>
        <w:tc>
          <w:tcPr>
            <w:tcW w:w="3294" w:type="dxa"/>
            <w:vAlign w:val="center"/>
          </w:tcPr>
          <w:p w:rsidR="00DB70BA" w:rsidRPr="0066733F" w:rsidRDefault="00DB70BA" w:rsidP="00DB70BA">
            <w:pPr>
              <w:pStyle w:val="aa"/>
            </w:pPr>
            <w:r w:rsidRPr="0066733F">
              <w:t>5</w:t>
            </w:r>
          </w:p>
        </w:tc>
        <w:tc>
          <w:tcPr>
            <w:tcW w:w="1315" w:type="dxa"/>
            <w:vAlign w:val="center"/>
          </w:tcPr>
          <w:p w:rsidR="00DB70BA" w:rsidRPr="0066733F" w:rsidRDefault="00DB70BA" w:rsidP="00DB70BA">
            <w:pPr>
              <w:pStyle w:val="aa"/>
            </w:pPr>
            <w:r w:rsidRPr="0066733F">
              <w:t>6</w:t>
            </w:r>
          </w:p>
        </w:tc>
      </w:tr>
      <w:tr w:rsidR="00C30765" w:rsidRPr="0066733F" w:rsidTr="00B13DBC">
        <w:trPr>
          <w:jc w:val="center"/>
        </w:trPr>
        <w:tc>
          <w:tcPr>
            <w:tcW w:w="15563" w:type="dxa"/>
            <w:gridSpan w:val="6"/>
            <w:vAlign w:val="center"/>
          </w:tcPr>
          <w:p w:rsidR="00C30765" w:rsidRPr="0066733F" w:rsidRDefault="00C30765" w:rsidP="00DB70BA">
            <w:pPr>
              <w:pStyle w:val="aa"/>
            </w:pPr>
            <w:r>
              <w:rPr>
                <w:b/>
                <w:i/>
              </w:rPr>
              <w:t>Район № 1</w:t>
            </w: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1028. Старший мастер по ремонту оборудования котельных</w:t>
            </w:r>
          </w:p>
        </w:tc>
        <w:tc>
          <w:tcPr>
            <w:tcW w:w="3686" w:type="dxa"/>
            <w:vAlign w:val="center"/>
          </w:tcPr>
          <w:p w:rsidR="009F43B9" w:rsidRPr="0066733F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Pr="0066733F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1029А(1030А). Мастер по ремонту оборудования котельных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1031. Инженер по технической эксплуатации теплотехнического оборудования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lastRenderedPageBreak/>
              <w:t>1032. Начальник смены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1033. Старший машинист котлов 5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1034. Машинист котлов 4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1035. Машинист котлов 4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1036. Машинист котлов 4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Шум: Определить необходимость оснащения рабочего места средствами индивидуальной защиты органов слуха; </w:t>
            </w:r>
            <w:r>
              <w:lastRenderedPageBreak/>
              <w:t>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lastRenderedPageBreak/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lastRenderedPageBreak/>
              <w:t>1037. Машинист котлов 4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1038. Машинист котлов 4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1039А(1040А). Машинист центрального теплового щита 3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1041А(1042А; 1043А; 1044А; 1045А). Машинист топливоподачи 3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</w:t>
            </w:r>
            <w:r>
              <w:lastRenderedPageBreak/>
              <w:t>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lastRenderedPageBreak/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lastRenderedPageBreak/>
              <w:t>1047А(1048А; 1049А; 1050А; 1051А). Сливщик-разливщик 3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1052А(1053А). Моторист по уборке оборудования 2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1054. Машинист компрессорных установок 3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 xml:space="preserve">1055. </w:t>
            </w:r>
            <w:proofErr w:type="spellStart"/>
            <w:r>
              <w:t>Котлочист</w:t>
            </w:r>
            <w:proofErr w:type="spellEnd"/>
            <w:r>
              <w:t xml:space="preserve"> 3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Аэрозоли ПФД: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Уменьшение времени контакта с вредными веществами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</w:t>
            </w:r>
            <w:r>
              <w:lastRenderedPageBreak/>
              <w:t>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lastRenderedPageBreak/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lastRenderedPageBreak/>
              <w:t>1057А(1058А). Изолировщик на термоизоляции 3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Аэрозоли ПФД: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Уменьшение времени контакта с вредными веществами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1061А(1062А; 1063А; 1064А; 1065А; 1066А; 1067А; 1068А). Уборщик производственных помещений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C30765" w:rsidRPr="0066733F" w:rsidTr="00056EE1">
        <w:trPr>
          <w:jc w:val="center"/>
        </w:trPr>
        <w:tc>
          <w:tcPr>
            <w:tcW w:w="15563" w:type="dxa"/>
            <w:gridSpan w:val="6"/>
            <w:vAlign w:val="center"/>
          </w:tcPr>
          <w:p w:rsidR="00C30765" w:rsidRPr="0066733F" w:rsidRDefault="00C30765" w:rsidP="00DB70BA">
            <w:pPr>
              <w:pStyle w:val="aa"/>
            </w:pPr>
            <w:r>
              <w:rPr>
                <w:b/>
                <w:i/>
              </w:rPr>
              <w:t>Район №6</w:t>
            </w: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1073. Старший мастер по ремонту электрооборудования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1074. Мастер по ремонту оборудования котельных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Шум: Определить необходимость оснащения рабочего места средствами индивидуальной защиты органов слуха; </w:t>
            </w:r>
            <w:r>
              <w:lastRenderedPageBreak/>
              <w:t>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lastRenderedPageBreak/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 xml:space="preserve">1075. Мастер по ремонту </w:t>
            </w:r>
            <w:proofErr w:type="spellStart"/>
            <w:r>
              <w:t>КИПиА</w:t>
            </w:r>
            <w:proofErr w:type="spellEnd"/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1078. Начальник смены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1079. Старший машинист котлов 5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lastRenderedPageBreak/>
              <w:t>1080. Машинист котлов 4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1081. Машинист топливоподачи 3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1082А(1083А; 1084А; 1085А; 1086А; 1087А). Сливщик-разливщик 3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1088. Лаборант химического анализа 4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1089. Лаборант химического анализа 3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lastRenderedPageBreak/>
              <w:t xml:space="preserve">1090. </w:t>
            </w:r>
            <w:proofErr w:type="spellStart"/>
            <w:r>
              <w:t>Котлочист</w:t>
            </w:r>
            <w:proofErr w:type="spellEnd"/>
            <w:r>
              <w:t xml:space="preserve"> 3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Аэрозоли ПФД: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Уменьшение времени контакта с вредными веществами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1092. Токарь 5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1098А(1099А; 1100А; 1101А; 1102А; 1103А). Уборщик производственных помещений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C30765" w:rsidRPr="0066733F" w:rsidTr="00BF719A">
        <w:trPr>
          <w:jc w:val="center"/>
        </w:trPr>
        <w:tc>
          <w:tcPr>
            <w:tcW w:w="15563" w:type="dxa"/>
            <w:gridSpan w:val="6"/>
            <w:vAlign w:val="center"/>
          </w:tcPr>
          <w:p w:rsidR="00C30765" w:rsidRPr="0066733F" w:rsidRDefault="00C30765" w:rsidP="00DB70BA">
            <w:pPr>
              <w:pStyle w:val="aa"/>
            </w:pPr>
            <w:r>
              <w:rPr>
                <w:b/>
                <w:i/>
              </w:rPr>
              <w:t>Центральная производственная химико-аналитическая лаборатория</w:t>
            </w: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1106</w:t>
            </w:r>
            <w:proofErr w:type="gramStart"/>
            <w:r>
              <w:t>А(</w:t>
            </w:r>
            <w:proofErr w:type="gramEnd"/>
            <w:r>
              <w:t>1107А; 1108А). Инженер-технолог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1112А(1113А; 1114А). Химик-аналитик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Шум: Определить необходимость оснащения рабочего места средствами индивидуальной защиты органов слуха; определить необходимость применения </w:t>
            </w:r>
            <w:r>
              <w:lastRenderedPageBreak/>
              <w:t>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lastRenderedPageBreak/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lastRenderedPageBreak/>
              <w:t>1120. Лаборант химического анализа 4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1121А(1122А; 1123А). Лаборант химического анализа 3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1124. Лаборант химического анализа 2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1125. Аппаратчик химической водоочистки 3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C30765" w:rsidRPr="0066733F" w:rsidTr="002B5805">
        <w:trPr>
          <w:jc w:val="center"/>
        </w:trPr>
        <w:tc>
          <w:tcPr>
            <w:tcW w:w="15563" w:type="dxa"/>
            <w:gridSpan w:val="6"/>
            <w:vAlign w:val="center"/>
          </w:tcPr>
          <w:p w:rsidR="00C30765" w:rsidRPr="0066733F" w:rsidRDefault="00C30765" w:rsidP="00DB70BA">
            <w:pPr>
              <w:pStyle w:val="aa"/>
            </w:pPr>
            <w:r>
              <w:rPr>
                <w:b/>
                <w:i/>
              </w:rPr>
              <w:t xml:space="preserve">Котельная </w:t>
            </w:r>
            <w:proofErr w:type="spellStart"/>
            <w:r>
              <w:rPr>
                <w:b/>
                <w:i/>
              </w:rPr>
              <w:t>с.п.Териберка</w:t>
            </w:r>
            <w:proofErr w:type="spellEnd"/>
            <w:r>
              <w:rPr>
                <w:b/>
                <w:i/>
              </w:rPr>
              <w:t xml:space="preserve"> Кольского района</w:t>
            </w: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1128. Машинист котлов 3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1129. Оператор теплового пункта 2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1130. Слесарь по ремонту оборудования котельных 4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1132. Электрослесарь по ремонту и обслуживанию автоматики и средств измерений 4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Шум: Определить необходимость оснащения рабочего места средствами индивидуальной защиты органов слуха; определить необходимость применения </w:t>
            </w:r>
            <w:r>
              <w:lastRenderedPageBreak/>
              <w:t>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lastRenderedPageBreak/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1133. Электромонтер по ремонту и обслуживанию электрооборудования 4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C30765" w:rsidRPr="0066733F" w:rsidTr="003A15F3">
        <w:trPr>
          <w:jc w:val="center"/>
        </w:trPr>
        <w:tc>
          <w:tcPr>
            <w:tcW w:w="15563" w:type="dxa"/>
            <w:gridSpan w:val="6"/>
            <w:vAlign w:val="center"/>
          </w:tcPr>
          <w:p w:rsidR="00C30765" w:rsidRPr="0066733F" w:rsidRDefault="00C30765" w:rsidP="00DB70BA">
            <w:pPr>
              <w:pStyle w:val="aa"/>
            </w:pPr>
            <w:r>
              <w:rPr>
                <w:b/>
                <w:i/>
              </w:rPr>
              <w:t>Котельная с.п.Териберка-2 Кольского района</w:t>
            </w: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1135. Машинист (кочегар) котельной 2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Аэрозоли ПФД: Организовать рациональные режимы труда и отдыха. Определить необходимость использования эффективных средств индивидуальной защиты органов дыхания.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Уменьшение времени контакта с вредными веществами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1136. Слесарь по ремонту оборудования котельных 3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C30765" w:rsidRPr="0066733F" w:rsidTr="0074409B">
        <w:trPr>
          <w:jc w:val="center"/>
        </w:trPr>
        <w:tc>
          <w:tcPr>
            <w:tcW w:w="15563" w:type="dxa"/>
            <w:gridSpan w:val="6"/>
            <w:vAlign w:val="center"/>
          </w:tcPr>
          <w:p w:rsidR="00C30765" w:rsidRPr="0066733F" w:rsidRDefault="00C30765" w:rsidP="00DB70BA">
            <w:pPr>
              <w:pStyle w:val="aa"/>
            </w:pPr>
            <w:r>
              <w:rPr>
                <w:b/>
                <w:i/>
              </w:rPr>
              <w:t>Котельная п. Абрам-Мыс</w:t>
            </w: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lastRenderedPageBreak/>
              <w:t>1138. Мастер по ремонту оборудования котельных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 xml:space="preserve">1139. Мастер по ремонту электрооборудования, </w:t>
            </w:r>
            <w:proofErr w:type="spellStart"/>
            <w:r>
              <w:t>КИПиА</w:t>
            </w:r>
            <w:proofErr w:type="spellEnd"/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1140. Старший машинист котлов 5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1141. Машинист котлов 3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</w:t>
            </w:r>
            <w:r>
              <w:lastRenderedPageBreak/>
              <w:t>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lastRenderedPageBreak/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lastRenderedPageBreak/>
              <w:t>1142А(1143А). Лаборант химического анализа 3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1144. Оператор теплового пункта 2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1145. Электрогазосварщик 4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Химический: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Уменьшение времени контакта с вредными веществами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УФ-излучение: Снизить уровень воздействия вредного фактора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уровня воздействия вредного фактора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 xml:space="preserve">1147. </w:t>
            </w:r>
            <w:proofErr w:type="spellStart"/>
            <w:r>
              <w:t>Котлочист</w:t>
            </w:r>
            <w:proofErr w:type="spellEnd"/>
            <w:r>
              <w:t xml:space="preserve"> 3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Аэрозоли ПФД: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Уменьшение времени контакта с вредными веществами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1151А(1152А). Уборщик производственных помещений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C30765" w:rsidRPr="0066733F" w:rsidTr="00EF392E">
        <w:trPr>
          <w:jc w:val="center"/>
        </w:trPr>
        <w:tc>
          <w:tcPr>
            <w:tcW w:w="15563" w:type="dxa"/>
            <w:gridSpan w:val="6"/>
            <w:vAlign w:val="center"/>
          </w:tcPr>
          <w:p w:rsidR="00C30765" w:rsidRPr="0066733F" w:rsidRDefault="00C30765" w:rsidP="00DB70BA">
            <w:pPr>
              <w:pStyle w:val="aa"/>
            </w:pPr>
            <w:r>
              <w:rPr>
                <w:b/>
                <w:i/>
              </w:rPr>
              <w:t xml:space="preserve">Котельная г. </w:t>
            </w:r>
            <w:proofErr w:type="spellStart"/>
            <w:r>
              <w:rPr>
                <w:b/>
                <w:i/>
              </w:rPr>
              <w:t>Снежногорска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Снежногорского</w:t>
            </w:r>
            <w:proofErr w:type="spellEnd"/>
            <w:r>
              <w:rPr>
                <w:b/>
                <w:i/>
              </w:rPr>
              <w:t xml:space="preserve"> района филиала «Александровская теплосеть»</w:t>
            </w: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1178. Мастер по ремонту оборудования котельных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1179. Старший мастер по ремонту электрооборудования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1180. Мастер по ремонту КИП и 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Шум: Определить необходимость оснащения рабочего места средствами индивидуальной защиты органов слуха; определить необходимость применения </w:t>
            </w:r>
            <w:r>
              <w:lastRenderedPageBreak/>
              <w:t>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lastRenderedPageBreak/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1182. Старший машинист котлов 5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1183. Машинист топливоподачи 3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1185. Аппаратчик химической водоочистки 3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1186А(1187А). Электросварщик ручной сварки 5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Химический: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Уменьшение времени контакта с вредными веществами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УФ-излучение: Снизить уровень воздействия вредного фактора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уровня воздействия вредного фактора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1188. Огнеупорщик 4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Аэрозоли ПФД: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Уменьшение времени контакта с вредными веществами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Микроклимат: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времени воздействия фактора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 xml:space="preserve">1189. </w:t>
            </w:r>
            <w:proofErr w:type="spellStart"/>
            <w:r>
              <w:t>Котлочист</w:t>
            </w:r>
            <w:proofErr w:type="spellEnd"/>
            <w:r>
              <w:t xml:space="preserve"> 4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Аэрозоли ПФД: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Уменьшение времени контакта с вредными веществами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1193. Изолировщик на термоизоляции 3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Аэрозоли ПФД: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Уменьшение времени контакта с вредными веществами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1196. Токарь 4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1198. Водитель автомобиля 4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Напряженность: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1199. Водитель автомобиля 4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Напряженность: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1200. Машинист экскаватора 5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Вибрация(общ):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времени воздействия вибрации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1207А(1208А; 1209А). Уборщик производственных помещений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Шум: Определить необходимость оснащения рабочего места средствами индивидуальной защиты органов слуха; </w:t>
            </w:r>
            <w:r>
              <w:lastRenderedPageBreak/>
              <w:t>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lastRenderedPageBreak/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C30765" w:rsidRPr="0066733F" w:rsidTr="00E66957">
        <w:trPr>
          <w:jc w:val="center"/>
        </w:trPr>
        <w:tc>
          <w:tcPr>
            <w:tcW w:w="15563" w:type="dxa"/>
            <w:gridSpan w:val="6"/>
            <w:vAlign w:val="center"/>
          </w:tcPr>
          <w:p w:rsidR="00C30765" w:rsidRPr="0066733F" w:rsidRDefault="00C30765" w:rsidP="00DB70BA">
            <w:pPr>
              <w:pStyle w:val="aa"/>
            </w:pPr>
            <w:r>
              <w:rPr>
                <w:b/>
                <w:i/>
              </w:rPr>
              <w:lastRenderedPageBreak/>
              <w:t xml:space="preserve">Участок по ремонту и эксплуатации тепловых сетей </w:t>
            </w:r>
            <w:proofErr w:type="spellStart"/>
            <w:r>
              <w:rPr>
                <w:b/>
                <w:i/>
              </w:rPr>
              <w:t>Снежногорского</w:t>
            </w:r>
            <w:proofErr w:type="spellEnd"/>
            <w:r>
              <w:rPr>
                <w:b/>
                <w:i/>
              </w:rPr>
              <w:t xml:space="preserve"> района филиала «Александровская теплосеть»</w:t>
            </w: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1214. Оператор теплового пункта 3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1215. Электрогазосварщик 5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Химический: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Уменьшение времени контакта с вредными веществами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УФ-излучение: Снизить уровень воздействия вредного фактора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уровня воздействия вредного фактора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C30765" w:rsidRPr="0066733F" w:rsidTr="00A16573">
        <w:trPr>
          <w:jc w:val="center"/>
        </w:trPr>
        <w:tc>
          <w:tcPr>
            <w:tcW w:w="15563" w:type="dxa"/>
            <w:gridSpan w:val="6"/>
            <w:vAlign w:val="center"/>
          </w:tcPr>
          <w:p w:rsidR="00C30765" w:rsidRPr="0066733F" w:rsidRDefault="00C30765" w:rsidP="00DB70BA">
            <w:pPr>
              <w:pStyle w:val="aa"/>
            </w:pPr>
            <w:r>
              <w:rPr>
                <w:b/>
                <w:i/>
              </w:rPr>
              <w:t xml:space="preserve">Котельная п. Оленья Губа </w:t>
            </w:r>
            <w:proofErr w:type="spellStart"/>
            <w:r>
              <w:rPr>
                <w:b/>
                <w:i/>
              </w:rPr>
              <w:t>Снежногорского</w:t>
            </w:r>
            <w:proofErr w:type="spellEnd"/>
            <w:r>
              <w:rPr>
                <w:b/>
                <w:i/>
              </w:rPr>
              <w:t xml:space="preserve"> района филиала «Александровская теплосеть»</w:t>
            </w: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1219. Мастер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1220. Машинист котлов 3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</w:t>
            </w:r>
            <w:r>
              <w:lastRenderedPageBreak/>
              <w:t>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lastRenderedPageBreak/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lastRenderedPageBreak/>
              <w:t>1221. Машинист насосных установок 3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1222. Электрогазосварщик 5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Химический: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Уменьшение времени контакта с вредными веществами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УФ-излучение: Снизить уровень воздействия вредного фактора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уровня воздействия вредного фактора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1223. Слесарь по ремонту и обслуживанию тепловых сетей 4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Химический: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Уменьшение времени контакта с вредными веществами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</w:t>
            </w:r>
            <w:r>
              <w:lastRenderedPageBreak/>
              <w:t>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lastRenderedPageBreak/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 xml:space="preserve">1224. </w:t>
            </w:r>
            <w:proofErr w:type="spellStart"/>
            <w:r>
              <w:t>Котлочист</w:t>
            </w:r>
            <w:proofErr w:type="spellEnd"/>
            <w:r>
              <w:t xml:space="preserve"> 4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Аэрозоли ПФД: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Уменьшение времени контакта с вредными веществами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C30765" w:rsidRPr="0066733F" w:rsidTr="009A2674">
        <w:trPr>
          <w:jc w:val="center"/>
        </w:trPr>
        <w:tc>
          <w:tcPr>
            <w:tcW w:w="15563" w:type="dxa"/>
            <w:gridSpan w:val="6"/>
            <w:vAlign w:val="center"/>
          </w:tcPr>
          <w:p w:rsidR="00C30765" w:rsidRPr="0066733F" w:rsidRDefault="00C30765" w:rsidP="00DB70BA">
            <w:pPr>
              <w:pStyle w:val="aa"/>
            </w:pPr>
            <w:r>
              <w:rPr>
                <w:b/>
                <w:i/>
              </w:rPr>
              <w:t>Участок №1 филиала "Кандалакшская теплосеть"</w:t>
            </w: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 xml:space="preserve">1239. </w:t>
            </w:r>
            <w:proofErr w:type="spellStart"/>
            <w:r>
              <w:t>Котлочист</w:t>
            </w:r>
            <w:proofErr w:type="spellEnd"/>
            <w:r>
              <w:t xml:space="preserve"> 3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Аэрозоли ПФД: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Уменьшение времени контакта с вредными веществами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C30765" w:rsidRPr="0066733F" w:rsidTr="00102BF3">
        <w:trPr>
          <w:jc w:val="center"/>
        </w:trPr>
        <w:tc>
          <w:tcPr>
            <w:tcW w:w="15563" w:type="dxa"/>
            <w:gridSpan w:val="6"/>
            <w:vAlign w:val="center"/>
          </w:tcPr>
          <w:p w:rsidR="00C30765" w:rsidRPr="0066733F" w:rsidRDefault="00C30765" w:rsidP="00DB70BA">
            <w:pPr>
              <w:pStyle w:val="aa"/>
            </w:pPr>
            <w:r>
              <w:rPr>
                <w:b/>
                <w:i/>
              </w:rPr>
              <w:t>Участок №2 филиала "Кандалакшская теплосеть"</w:t>
            </w: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 xml:space="preserve">1240. </w:t>
            </w:r>
            <w:proofErr w:type="spellStart"/>
            <w:r>
              <w:t>Котлочист</w:t>
            </w:r>
            <w:proofErr w:type="spellEnd"/>
            <w:r>
              <w:t xml:space="preserve"> 3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Аэрозоли ПФД: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Уменьшение времени контакта с вредными веществами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</w:t>
            </w:r>
            <w:r>
              <w:lastRenderedPageBreak/>
              <w:t>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lastRenderedPageBreak/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C30765" w:rsidRPr="0066733F" w:rsidTr="00877664">
        <w:trPr>
          <w:jc w:val="center"/>
        </w:trPr>
        <w:tc>
          <w:tcPr>
            <w:tcW w:w="15563" w:type="dxa"/>
            <w:gridSpan w:val="6"/>
            <w:vAlign w:val="center"/>
          </w:tcPr>
          <w:p w:rsidR="00C30765" w:rsidRPr="0066733F" w:rsidRDefault="00C30765" w:rsidP="00DB70BA">
            <w:pPr>
              <w:pStyle w:val="aa"/>
            </w:pPr>
            <w:r>
              <w:rPr>
                <w:b/>
                <w:i/>
              </w:rPr>
              <w:t>Участок №3 филиала "Кандалакшская теплосеть"</w:t>
            </w: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1245А(1246А). Электросварщик ручной сварки 4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Химический: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Уменьшение времени контакта с вредными веществами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УФ-излучение: Снизить уровень воздействия вредного фактора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уровня воздействия вредного фактора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C30765" w:rsidRPr="0066733F" w:rsidTr="00A45742">
        <w:trPr>
          <w:jc w:val="center"/>
        </w:trPr>
        <w:tc>
          <w:tcPr>
            <w:tcW w:w="15563" w:type="dxa"/>
            <w:gridSpan w:val="6"/>
            <w:vAlign w:val="center"/>
          </w:tcPr>
          <w:p w:rsidR="00C30765" w:rsidRPr="0066733F" w:rsidRDefault="00C30765" w:rsidP="00DB70BA">
            <w:pPr>
              <w:pStyle w:val="aa"/>
            </w:pPr>
            <w:r>
              <w:rPr>
                <w:b/>
                <w:i/>
              </w:rPr>
              <w:t>Участок №4 филиала "Кандалакшская теплосеть"</w:t>
            </w: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1248. Маляр строительный 3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Химический: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Уменьшение времени контакта с вредными веществами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C30765" w:rsidRPr="0066733F" w:rsidTr="00906270">
        <w:trPr>
          <w:jc w:val="center"/>
        </w:trPr>
        <w:tc>
          <w:tcPr>
            <w:tcW w:w="15563" w:type="dxa"/>
            <w:gridSpan w:val="6"/>
            <w:vAlign w:val="center"/>
          </w:tcPr>
          <w:p w:rsidR="00C30765" w:rsidRPr="0066733F" w:rsidRDefault="00C30765" w:rsidP="00DB70BA">
            <w:pPr>
              <w:pStyle w:val="aa"/>
            </w:pPr>
            <w:r>
              <w:rPr>
                <w:b/>
                <w:i/>
              </w:rPr>
              <w:t>Служба ЭКИП и А филиала "Кандалакшская теплосеть"</w:t>
            </w: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 xml:space="preserve">1249. Мастер по ремонту электрооборудования, </w:t>
            </w:r>
            <w:proofErr w:type="spellStart"/>
            <w:r>
              <w:t>КИПиА</w:t>
            </w:r>
            <w:proofErr w:type="spellEnd"/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lastRenderedPageBreak/>
              <w:t>1250. Электромонтер по ремонту и обслуживанию электрооборудования 2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C30765" w:rsidRPr="0066733F" w:rsidTr="008B502D">
        <w:trPr>
          <w:jc w:val="center"/>
        </w:trPr>
        <w:tc>
          <w:tcPr>
            <w:tcW w:w="15563" w:type="dxa"/>
            <w:gridSpan w:val="6"/>
            <w:vAlign w:val="center"/>
          </w:tcPr>
          <w:p w:rsidR="00C30765" w:rsidRPr="0066733F" w:rsidRDefault="00C30765" w:rsidP="00DB70BA">
            <w:pPr>
              <w:pStyle w:val="aa"/>
            </w:pPr>
            <w:r>
              <w:rPr>
                <w:b/>
                <w:i/>
              </w:rPr>
              <w:t>Участок №5 филиала "Кандалакшская теплосеть"</w:t>
            </w: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1252. Старший мастер по ремонту оборудования котельных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1253. Мастер по ремонту оборудования котельных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1254. Старший машинист котлов 5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</w:t>
            </w:r>
            <w:r>
              <w:lastRenderedPageBreak/>
              <w:t>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lastRenderedPageBreak/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lastRenderedPageBreak/>
              <w:t>1255А(1256А). Машинист котлов 3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1257. Машинист топливоподачи 3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1258. Сливщик-разливщик 3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1259. Слесарь по ремонту оборудования котельных 5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 xml:space="preserve">1260. </w:t>
            </w:r>
            <w:proofErr w:type="spellStart"/>
            <w:r>
              <w:t>Котлочист</w:t>
            </w:r>
            <w:proofErr w:type="spellEnd"/>
            <w:r>
              <w:t xml:space="preserve"> 3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Аэрозоли ПФД: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Уменьшение времени контакта с вредными веществами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Шум: Определить необходимость оснащения рабочего места средствами индивидуальной защиты органов слуха; определить необходимость применения </w:t>
            </w:r>
            <w:r>
              <w:lastRenderedPageBreak/>
              <w:t>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lastRenderedPageBreak/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1261А(1262А). Газорезчик 3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Химический: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Уменьшение времени контакта с вредными веществами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1263. Уборщик производственных помещений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C30765" w:rsidRPr="0066733F" w:rsidTr="007D0242">
        <w:trPr>
          <w:jc w:val="center"/>
        </w:trPr>
        <w:tc>
          <w:tcPr>
            <w:tcW w:w="15563" w:type="dxa"/>
            <w:gridSpan w:val="6"/>
            <w:vAlign w:val="center"/>
          </w:tcPr>
          <w:p w:rsidR="00C30765" w:rsidRPr="0066733F" w:rsidRDefault="00C30765" w:rsidP="00DB70BA">
            <w:pPr>
              <w:pStyle w:val="aa"/>
            </w:pPr>
            <w:r>
              <w:rPr>
                <w:b/>
                <w:i/>
              </w:rPr>
              <w:t>Участок п. Зеленоборский филиала "Кандалакшская теплосеть"</w:t>
            </w: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1267. Лаборант химического анализа 3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</w:t>
            </w:r>
            <w:r>
              <w:lastRenderedPageBreak/>
              <w:t>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lastRenderedPageBreak/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lastRenderedPageBreak/>
              <w:t xml:space="preserve">1268. </w:t>
            </w:r>
            <w:proofErr w:type="spellStart"/>
            <w:r>
              <w:t>Котлочист</w:t>
            </w:r>
            <w:proofErr w:type="spellEnd"/>
            <w:r>
              <w:t xml:space="preserve"> 3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Аэрозоли ПФД: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Уменьшение времени контакта с вредными веществами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1269. Маляр строительный 3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Химический: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Уменьшение времени контакта с вредными веществами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C30765" w:rsidRPr="0066733F" w:rsidTr="00AF7033">
        <w:trPr>
          <w:jc w:val="center"/>
        </w:trPr>
        <w:tc>
          <w:tcPr>
            <w:tcW w:w="15563" w:type="dxa"/>
            <w:gridSpan w:val="6"/>
            <w:vAlign w:val="center"/>
          </w:tcPr>
          <w:p w:rsidR="00C30765" w:rsidRPr="0066733F" w:rsidRDefault="00C30765" w:rsidP="00DB70BA">
            <w:pPr>
              <w:pStyle w:val="aa"/>
            </w:pPr>
            <w:r>
              <w:rPr>
                <w:b/>
                <w:i/>
              </w:rPr>
              <w:t xml:space="preserve">Котельная </w:t>
            </w:r>
            <w:proofErr w:type="spellStart"/>
            <w:r>
              <w:rPr>
                <w:b/>
                <w:i/>
              </w:rPr>
              <w:t>н.п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Енский</w:t>
            </w:r>
            <w:proofErr w:type="spellEnd"/>
            <w:r>
              <w:rPr>
                <w:b/>
                <w:i/>
              </w:rPr>
              <w:t xml:space="preserve"> филиала "Кандалакшская теплосеть"</w:t>
            </w: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1271. Старший мастер по ремонту оборудования котельных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 xml:space="preserve">1272. Мастер по ремонту электрооборудования, </w:t>
            </w:r>
            <w:proofErr w:type="spellStart"/>
            <w:r>
              <w:t>КИПиА</w:t>
            </w:r>
            <w:proofErr w:type="spellEnd"/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</w:t>
            </w:r>
            <w:r>
              <w:lastRenderedPageBreak/>
              <w:t>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lastRenderedPageBreak/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1273. Старший машинист котлов 4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1274. Машинист котлов 3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1275. Сливщик-разливщик 3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1276А(1277А). Аппаратчик химической водоочистки 3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 xml:space="preserve">1278. </w:t>
            </w:r>
            <w:proofErr w:type="spellStart"/>
            <w:r>
              <w:t>Котлочист</w:t>
            </w:r>
            <w:proofErr w:type="spellEnd"/>
            <w:r>
              <w:t xml:space="preserve"> 3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Аэрозоли ПФД: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Уменьшение времени контакта с вредными веществами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1279. Токарь 4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1280. Стропальщик 3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1283. Водитель автомобиля 4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Напряженность: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1284. Слесарь по ремонту автомобилей 3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1285. Уборщик производственных помещений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Default="009F43B9" w:rsidP="009F43B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  <w:tr w:rsidR="00C30765" w:rsidRPr="0066733F" w:rsidTr="00E05DF6">
        <w:trPr>
          <w:jc w:val="center"/>
        </w:trPr>
        <w:tc>
          <w:tcPr>
            <w:tcW w:w="15563" w:type="dxa"/>
            <w:gridSpan w:val="6"/>
            <w:vAlign w:val="center"/>
          </w:tcPr>
          <w:p w:rsidR="00C30765" w:rsidRPr="0066733F" w:rsidRDefault="00C30765" w:rsidP="00DB70BA">
            <w:pPr>
              <w:pStyle w:val="aa"/>
            </w:pPr>
            <w:bookmarkStart w:id="1" w:name="_GoBack" w:colFirst="0" w:colLast="0"/>
            <w:r>
              <w:rPr>
                <w:b/>
                <w:i/>
              </w:rPr>
              <w:t xml:space="preserve">Производственная лаборатория филиала "Кандалакшская теплосеть" </w:t>
            </w:r>
          </w:p>
        </w:tc>
      </w:tr>
      <w:bookmarkEnd w:id="1"/>
      <w:tr w:rsidR="009F43B9" w:rsidRPr="0066733F" w:rsidTr="008B4051">
        <w:trPr>
          <w:jc w:val="center"/>
        </w:trPr>
        <w:tc>
          <w:tcPr>
            <w:tcW w:w="3049" w:type="dxa"/>
            <w:vAlign w:val="center"/>
          </w:tcPr>
          <w:p w:rsidR="009F43B9" w:rsidRPr="009F43B9" w:rsidRDefault="009F43B9" w:rsidP="009F43B9">
            <w:pPr>
              <w:pStyle w:val="aa"/>
              <w:jc w:val="left"/>
            </w:pPr>
            <w:r>
              <w:t>1286. Аппаратчик химической водоочистки 3 разряда</w:t>
            </w:r>
          </w:p>
        </w:tc>
        <w:tc>
          <w:tcPr>
            <w:tcW w:w="3686" w:type="dxa"/>
            <w:vAlign w:val="center"/>
          </w:tcPr>
          <w:p w:rsidR="009F43B9" w:rsidRDefault="009F43B9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СН 2.2.2/2.1.8.562-96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9F43B9" w:rsidRDefault="009F43B9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43B9" w:rsidRPr="0066733F" w:rsidRDefault="009F43B9" w:rsidP="00DB70BA">
            <w:pPr>
              <w:pStyle w:val="aa"/>
            </w:pPr>
          </w:p>
        </w:tc>
      </w:tr>
    </w:tbl>
    <w:p w:rsidR="00DB70BA" w:rsidRPr="0066733F" w:rsidRDefault="00DB70BA" w:rsidP="00C037C7"/>
    <w:p w:rsidR="00DB70BA" w:rsidRPr="0066733F" w:rsidRDefault="00DB70BA" w:rsidP="00C037C7">
      <w:r w:rsidRPr="0066733F">
        <w:t>Дата составления:</w:t>
      </w:r>
      <w:r w:rsidR="00FD5E7D" w:rsidRPr="0066733F">
        <w:rPr>
          <w:rStyle w:val="a9"/>
        </w:rPr>
        <w:t xml:space="preserve"> </w:t>
      </w:r>
      <w:r w:rsidR="00FD5E7D" w:rsidRPr="0066733F">
        <w:rPr>
          <w:rStyle w:val="a9"/>
        </w:rPr>
        <w:fldChar w:fldCharType="begin"/>
      </w:r>
      <w:r w:rsidR="00FD5E7D" w:rsidRPr="0066733F">
        <w:rPr>
          <w:rStyle w:val="a9"/>
        </w:rPr>
        <w:instrText xml:space="preserve"> DOCVARIABLE fill_date \* MERGEFORMAT </w:instrText>
      </w:r>
      <w:r w:rsidR="00FD5E7D" w:rsidRPr="0066733F">
        <w:rPr>
          <w:rStyle w:val="a9"/>
        </w:rPr>
        <w:fldChar w:fldCharType="separate"/>
      </w:r>
      <w:r w:rsidR="009F43B9">
        <w:rPr>
          <w:rStyle w:val="a9"/>
        </w:rPr>
        <w:t>11.11.2020</w:t>
      </w:r>
      <w:r w:rsidR="00FD5E7D" w:rsidRPr="0066733F">
        <w:rPr>
          <w:rStyle w:val="a9"/>
        </w:rPr>
        <w:fldChar w:fldCharType="end"/>
      </w:r>
      <w:r w:rsidR="00FD5E7D" w:rsidRPr="0066733F">
        <w:rPr>
          <w:rStyle w:val="a9"/>
        </w:rPr>
        <w:t> </w:t>
      </w:r>
    </w:p>
    <w:p w:rsidR="0065289A" w:rsidRPr="0066733F" w:rsidRDefault="0065289A" w:rsidP="00C037C7">
      <w:pPr>
        <w:rPr>
          <w:sz w:val="18"/>
          <w:szCs w:val="18"/>
        </w:rPr>
      </w:pPr>
    </w:p>
    <w:p w:rsidR="009D6532" w:rsidRPr="0066733F" w:rsidRDefault="009D6532" w:rsidP="007A7868">
      <w:r w:rsidRPr="0066733F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66733F" w:rsidTr="00B1405F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66733F" w:rsidRDefault="009F43B9" w:rsidP="007A7868">
            <w:pPr>
              <w:pStyle w:val="aa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9D6532" w:rsidRPr="0066733F" w:rsidRDefault="009D6532" w:rsidP="007A7868">
            <w:pPr>
              <w:pStyle w:val="aa"/>
            </w:pPr>
            <w:bookmarkStart w:id="2" w:name="com_pred"/>
            <w:bookmarkEnd w:id="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66733F" w:rsidRDefault="009D6532" w:rsidP="007A7868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66733F" w:rsidRDefault="009D6532" w:rsidP="007A7868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66733F" w:rsidRDefault="009F43B9" w:rsidP="007A7868">
            <w:pPr>
              <w:pStyle w:val="aa"/>
            </w:pPr>
            <w:r>
              <w:t>Чумак С.Б.</w:t>
            </w:r>
          </w:p>
        </w:tc>
        <w:tc>
          <w:tcPr>
            <w:tcW w:w="284" w:type="dxa"/>
            <w:vAlign w:val="bottom"/>
          </w:tcPr>
          <w:p w:rsidR="009D6532" w:rsidRPr="0066733F" w:rsidRDefault="009D6532" w:rsidP="007A7868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66733F" w:rsidRDefault="009D6532" w:rsidP="007A7868">
            <w:pPr>
              <w:pStyle w:val="aa"/>
            </w:pPr>
          </w:p>
        </w:tc>
      </w:tr>
      <w:tr w:rsidR="009D6532" w:rsidRPr="0066733F" w:rsidTr="00B1405F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66733F" w:rsidRDefault="009D6532" w:rsidP="00F34BAB">
            <w:pPr>
              <w:pStyle w:val="aa"/>
              <w:rPr>
                <w:vertAlign w:val="superscript"/>
              </w:rPr>
            </w:pPr>
            <w:bookmarkStart w:id="3" w:name="s070_1"/>
            <w:bookmarkEnd w:id="3"/>
            <w:r w:rsidRPr="0066733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66733F" w:rsidRDefault="009D6532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66733F" w:rsidRDefault="009D6532" w:rsidP="00F34BAB">
            <w:pPr>
              <w:pStyle w:val="aa"/>
              <w:rPr>
                <w:vertAlign w:val="superscript"/>
              </w:rPr>
            </w:pPr>
            <w:r w:rsidRPr="0066733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66733F" w:rsidRDefault="009D6532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66733F" w:rsidRDefault="009F43B9" w:rsidP="00F34BAB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66733F" w:rsidRDefault="009D6532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66733F" w:rsidRDefault="009D6532" w:rsidP="00F34BAB">
            <w:pPr>
              <w:pStyle w:val="aa"/>
              <w:rPr>
                <w:vertAlign w:val="superscript"/>
              </w:rPr>
            </w:pPr>
            <w:r w:rsidRPr="0066733F">
              <w:rPr>
                <w:vertAlign w:val="superscript"/>
              </w:rPr>
              <w:t>(дата)</w:t>
            </w:r>
          </w:p>
        </w:tc>
      </w:tr>
    </w:tbl>
    <w:p w:rsidR="009D6532" w:rsidRPr="0066733F" w:rsidRDefault="009D6532" w:rsidP="00F34BAB"/>
    <w:p w:rsidR="009D6532" w:rsidRPr="0066733F" w:rsidRDefault="009D6532" w:rsidP="00F34BAB">
      <w:r w:rsidRPr="0066733F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66733F" w:rsidTr="009F43B9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66733F" w:rsidRDefault="009F43B9" w:rsidP="00F34BAB">
            <w:pPr>
              <w:pStyle w:val="aa"/>
            </w:pPr>
            <w:r>
              <w:t>Главный инженер филиала АО «МЭС» «Кандалакшская теплосеть»</w:t>
            </w:r>
          </w:p>
        </w:tc>
        <w:tc>
          <w:tcPr>
            <w:tcW w:w="283" w:type="dxa"/>
            <w:vAlign w:val="bottom"/>
          </w:tcPr>
          <w:p w:rsidR="009D6532" w:rsidRPr="0066733F" w:rsidRDefault="009D6532" w:rsidP="00F34BAB">
            <w:pPr>
              <w:pStyle w:val="aa"/>
            </w:pPr>
            <w:bookmarkStart w:id="4" w:name="com_chlens"/>
            <w:bookmarkEnd w:id="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66733F" w:rsidRDefault="009D6532" w:rsidP="00F34BAB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66733F" w:rsidRDefault="009D6532" w:rsidP="00F34BAB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66733F" w:rsidRDefault="009F43B9" w:rsidP="00F34BAB">
            <w:pPr>
              <w:pStyle w:val="aa"/>
            </w:pPr>
            <w:r>
              <w:t>Плащинский А.В.</w:t>
            </w:r>
          </w:p>
        </w:tc>
        <w:tc>
          <w:tcPr>
            <w:tcW w:w="284" w:type="dxa"/>
            <w:vAlign w:val="bottom"/>
          </w:tcPr>
          <w:p w:rsidR="009D6532" w:rsidRPr="0066733F" w:rsidRDefault="009D6532" w:rsidP="00F34BAB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66733F" w:rsidRDefault="009D6532" w:rsidP="00F34BAB">
            <w:pPr>
              <w:pStyle w:val="aa"/>
            </w:pPr>
          </w:p>
        </w:tc>
      </w:tr>
      <w:tr w:rsidR="009D6532" w:rsidRPr="0066733F" w:rsidTr="009F43B9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66733F" w:rsidRDefault="009D6532" w:rsidP="00F34BAB">
            <w:pPr>
              <w:pStyle w:val="aa"/>
              <w:rPr>
                <w:vertAlign w:val="superscript"/>
              </w:rPr>
            </w:pPr>
            <w:bookmarkStart w:id="5" w:name="s070_2"/>
            <w:bookmarkEnd w:id="5"/>
            <w:r w:rsidRPr="0066733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66733F" w:rsidRDefault="009D6532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66733F" w:rsidRDefault="009D6532" w:rsidP="00F34BAB">
            <w:pPr>
              <w:pStyle w:val="aa"/>
              <w:rPr>
                <w:vertAlign w:val="superscript"/>
              </w:rPr>
            </w:pPr>
            <w:r w:rsidRPr="0066733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66733F" w:rsidRDefault="009D6532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66733F" w:rsidRDefault="009F43B9" w:rsidP="00F34BAB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66733F" w:rsidRDefault="009D6532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66733F" w:rsidRDefault="009D6532" w:rsidP="00F34BAB">
            <w:pPr>
              <w:pStyle w:val="aa"/>
              <w:rPr>
                <w:vertAlign w:val="superscript"/>
              </w:rPr>
            </w:pPr>
            <w:r w:rsidRPr="0066733F">
              <w:rPr>
                <w:vertAlign w:val="superscript"/>
              </w:rPr>
              <w:t>(дата)</w:t>
            </w:r>
          </w:p>
        </w:tc>
      </w:tr>
      <w:tr w:rsidR="009F43B9" w:rsidRPr="009F43B9" w:rsidTr="009F43B9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  <w:r>
              <w:t>Главный инженер филиала АО «МЭС» «Североморская теплосеть»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  <w:r>
              <w:t>Прокофьев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</w:tr>
      <w:tr w:rsidR="009F43B9" w:rsidRPr="009F43B9" w:rsidTr="009F43B9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(дата)</w:t>
            </w:r>
          </w:p>
        </w:tc>
      </w:tr>
      <w:tr w:rsidR="009F43B9" w:rsidRPr="009F43B9" w:rsidTr="009F43B9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  <w:r>
              <w:t>Главный инженер филиала АО «МЭС» «Александровская теплосеть»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  <w:r>
              <w:t>Скородумов С.С.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</w:tr>
      <w:tr w:rsidR="009F43B9" w:rsidRPr="009F43B9" w:rsidTr="009F43B9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(дата)</w:t>
            </w:r>
          </w:p>
        </w:tc>
      </w:tr>
      <w:tr w:rsidR="009F43B9" w:rsidRPr="009F43B9" w:rsidTr="009F43B9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  <w:r>
              <w:t xml:space="preserve">Главный инженер филиала АО «МЭС» «Заполярная </w:t>
            </w:r>
            <w:proofErr w:type="spellStart"/>
            <w:r>
              <w:t>горэлектросеть</w:t>
            </w:r>
            <w:proofErr w:type="spellEnd"/>
            <w:r>
              <w:t>»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  <w:proofErr w:type="spellStart"/>
            <w:r>
              <w:t>Еника</w:t>
            </w:r>
            <w:proofErr w:type="spellEnd"/>
            <w:r>
              <w:t xml:space="preserve">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</w:tr>
      <w:tr w:rsidR="009F43B9" w:rsidRPr="009F43B9" w:rsidTr="009F43B9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(дата)</w:t>
            </w:r>
          </w:p>
        </w:tc>
      </w:tr>
      <w:tr w:rsidR="009F43B9" w:rsidRPr="009F43B9" w:rsidTr="009F43B9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  <w:r>
              <w:t>Главный инженер филиала АО «МЭС» «Ковдорская электросеть»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  <w:r>
              <w:t>Семенов Е.А.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</w:tr>
      <w:tr w:rsidR="009F43B9" w:rsidRPr="009F43B9" w:rsidTr="009F43B9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(дата)</w:t>
            </w:r>
          </w:p>
        </w:tc>
      </w:tr>
      <w:tr w:rsidR="009F43B9" w:rsidRPr="009F43B9" w:rsidTr="009F43B9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  <w:r>
              <w:t>Начальник отдела кадров управления по работе с персоналом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  <w:r>
              <w:t>Логинова Т.А.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</w:tr>
      <w:tr w:rsidR="009F43B9" w:rsidRPr="009F43B9" w:rsidTr="009F43B9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(дата)</w:t>
            </w:r>
          </w:p>
        </w:tc>
      </w:tr>
      <w:tr w:rsidR="009F43B9" w:rsidRPr="009F43B9" w:rsidTr="009F43B9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  <w:r>
              <w:t>Начальник отдела труда и заработной платы управления по работе с персоналом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  <w:proofErr w:type="spellStart"/>
            <w:r>
              <w:t>Дербина</w:t>
            </w:r>
            <w:proofErr w:type="spellEnd"/>
            <w:r>
              <w:t xml:space="preserve"> Е.В.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</w:tr>
      <w:tr w:rsidR="009F43B9" w:rsidRPr="009F43B9" w:rsidTr="009F43B9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(дата)</w:t>
            </w:r>
          </w:p>
        </w:tc>
      </w:tr>
      <w:tr w:rsidR="009F43B9" w:rsidRPr="009F43B9" w:rsidTr="009F43B9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  <w:r>
              <w:t>Начальник производственно-технического отдела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  <w:proofErr w:type="spellStart"/>
            <w:r>
              <w:t>Рапарцевиль</w:t>
            </w:r>
            <w:proofErr w:type="spellEnd"/>
            <w:r>
              <w:t xml:space="preserve"> К.А.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</w:tr>
      <w:tr w:rsidR="009F43B9" w:rsidRPr="009F43B9" w:rsidTr="009F43B9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(дата)</w:t>
            </w:r>
          </w:p>
        </w:tc>
      </w:tr>
      <w:tr w:rsidR="009F43B9" w:rsidRPr="009F43B9" w:rsidTr="009F43B9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  <w:r>
              <w:t>Начальник службы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  <w:r>
              <w:t>Ермолин И.В.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</w:tr>
      <w:tr w:rsidR="009F43B9" w:rsidRPr="009F43B9" w:rsidTr="009F43B9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(дата)</w:t>
            </w:r>
          </w:p>
        </w:tc>
      </w:tr>
      <w:tr w:rsidR="009F43B9" w:rsidRPr="009F43B9" w:rsidTr="009F43B9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  <w:r>
              <w:t>Начальник службы охраны труда филиала АО «МЭС» «Кандалакшская теплосеть»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  <w:r>
              <w:t>Савинова И.А.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</w:tr>
      <w:tr w:rsidR="009F43B9" w:rsidRPr="009F43B9" w:rsidTr="009F43B9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(дата)</w:t>
            </w:r>
          </w:p>
        </w:tc>
      </w:tr>
      <w:tr w:rsidR="009F43B9" w:rsidRPr="009F43B9" w:rsidTr="009F43B9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  <w:r>
              <w:lastRenderedPageBreak/>
              <w:t>Начальник службы охраны труда филиала АО «МЭС» «Североморская теплосеть»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  <w:proofErr w:type="spellStart"/>
            <w:r>
              <w:t>Казьмин</w:t>
            </w:r>
            <w:proofErr w:type="spellEnd"/>
            <w:r>
              <w:t xml:space="preserve">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</w:tr>
      <w:tr w:rsidR="009F43B9" w:rsidRPr="009F43B9" w:rsidTr="009F43B9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(дата)</w:t>
            </w:r>
          </w:p>
        </w:tc>
      </w:tr>
      <w:tr w:rsidR="009F43B9" w:rsidRPr="009F43B9" w:rsidTr="009F43B9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  <w:r>
              <w:t>Начальник службы охраны труда филиала АО «МЭС» «Александровская теплосеть»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  <w:proofErr w:type="spellStart"/>
            <w:r>
              <w:t>Кострин</w:t>
            </w:r>
            <w:proofErr w:type="spellEnd"/>
            <w:r>
              <w:t xml:space="preserve"> А.Е.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</w:tr>
      <w:tr w:rsidR="009F43B9" w:rsidRPr="009F43B9" w:rsidTr="009F43B9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(дата)</w:t>
            </w:r>
          </w:p>
        </w:tc>
      </w:tr>
      <w:tr w:rsidR="009F43B9" w:rsidRPr="009F43B9" w:rsidTr="009F43B9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  <w:r>
              <w:t>Заместитель начальника службы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  <w:r>
              <w:t>Петровская О.В.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</w:tr>
      <w:tr w:rsidR="009F43B9" w:rsidRPr="009F43B9" w:rsidTr="009F43B9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(дата)</w:t>
            </w:r>
          </w:p>
        </w:tc>
      </w:tr>
      <w:tr w:rsidR="009F43B9" w:rsidRPr="009F43B9" w:rsidTr="009F43B9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  <w:r>
              <w:t>Специалист по охране труда филиала АО «МЭС» «Ковдорская электросеть»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  <w:r>
              <w:t>Сидоренко Н.М.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</w:tr>
      <w:tr w:rsidR="009F43B9" w:rsidRPr="009F43B9" w:rsidTr="009F43B9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(дата)</w:t>
            </w:r>
          </w:p>
        </w:tc>
      </w:tr>
      <w:tr w:rsidR="009F43B9" w:rsidRPr="009F43B9" w:rsidTr="009F43B9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  <w:r>
              <w:t xml:space="preserve">Специалист по охране труда филиала АО «МЭС» «Заполярная </w:t>
            </w:r>
            <w:proofErr w:type="spellStart"/>
            <w:r>
              <w:t>горэлектросеть</w:t>
            </w:r>
            <w:proofErr w:type="spellEnd"/>
            <w:r>
              <w:t>»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  <w:proofErr w:type="spellStart"/>
            <w:r>
              <w:t>Самех-Галал</w:t>
            </w:r>
            <w:proofErr w:type="spellEnd"/>
            <w:r>
              <w:t xml:space="preserve"> Л.А.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</w:tr>
      <w:tr w:rsidR="009F43B9" w:rsidRPr="009F43B9" w:rsidTr="009F43B9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(дата)</w:t>
            </w:r>
          </w:p>
        </w:tc>
      </w:tr>
      <w:tr w:rsidR="009F43B9" w:rsidRPr="009F43B9" w:rsidTr="009F43B9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  <w:r>
              <w:t>Председатель профсоюзной организации АО «МЭС»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  <w:r>
              <w:t>Левин В.С.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3B9" w:rsidRPr="009F43B9" w:rsidRDefault="009F43B9" w:rsidP="00F34BAB">
            <w:pPr>
              <w:pStyle w:val="aa"/>
            </w:pPr>
          </w:p>
        </w:tc>
      </w:tr>
      <w:tr w:rsidR="009F43B9" w:rsidRPr="009F43B9" w:rsidTr="009F43B9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F43B9" w:rsidRPr="009F43B9" w:rsidRDefault="009F43B9" w:rsidP="00F34BAB">
            <w:pPr>
              <w:pStyle w:val="aa"/>
              <w:rPr>
                <w:vertAlign w:val="superscript"/>
              </w:rPr>
            </w:pPr>
            <w:r w:rsidRPr="009F43B9">
              <w:rPr>
                <w:vertAlign w:val="superscript"/>
              </w:rPr>
              <w:t>(дата)</w:t>
            </w:r>
          </w:p>
        </w:tc>
      </w:tr>
    </w:tbl>
    <w:p w:rsidR="00C45714" w:rsidRPr="0066733F" w:rsidRDefault="00C45714" w:rsidP="00C037C7"/>
    <w:p w:rsidR="00C45714" w:rsidRPr="0066733F" w:rsidRDefault="00C45714" w:rsidP="00C037C7">
      <w:pPr>
        <w:keepNext/>
      </w:pPr>
      <w:r w:rsidRPr="0066733F">
        <w:t xml:space="preserve">Эксперт(ы) </w:t>
      </w:r>
      <w:r w:rsidR="00056BFC" w:rsidRPr="0066733F">
        <w:t>организации, проводившей специальную оценку условий труда</w:t>
      </w:r>
      <w:r w:rsidRPr="0066733F">
        <w:t>:</w:t>
      </w:r>
    </w:p>
    <w:tbl>
      <w:tblPr>
        <w:tblW w:w="11307" w:type="dxa"/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C45714" w:rsidRPr="009F43B9" w:rsidTr="009F43B9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9F43B9" w:rsidRDefault="009F43B9" w:rsidP="00C037C7">
            <w:pPr>
              <w:pStyle w:val="aa"/>
              <w:keepNext/>
            </w:pPr>
            <w:r w:rsidRPr="009F43B9">
              <w:t>4715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9F43B9" w:rsidRDefault="00C45714" w:rsidP="00C037C7">
            <w:pPr>
              <w:pStyle w:val="aa"/>
              <w:keepNext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9F43B9" w:rsidRDefault="00C45714" w:rsidP="00C037C7">
            <w:pPr>
              <w:pStyle w:val="aa"/>
              <w:keepNext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9F43B9" w:rsidRDefault="00C45714" w:rsidP="00C037C7">
            <w:pPr>
              <w:pStyle w:val="aa"/>
              <w:keepNext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9F43B9" w:rsidRDefault="009F43B9" w:rsidP="00C037C7">
            <w:pPr>
              <w:pStyle w:val="aa"/>
              <w:keepNext/>
            </w:pPr>
            <w:r w:rsidRPr="009F43B9">
              <w:t>Василенко Александра Сергеевна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9F43B9" w:rsidRDefault="00C45714" w:rsidP="00C037C7">
            <w:pPr>
              <w:pStyle w:val="aa"/>
              <w:keepNext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9F43B9" w:rsidRDefault="009F43B9" w:rsidP="00C037C7">
            <w:pPr>
              <w:pStyle w:val="aa"/>
              <w:keepNext/>
            </w:pPr>
            <w:r>
              <w:t>11.11.2020</w:t>
            </w:r>
          </w:p>
        </w:tc>
      </w:tr>
      <w:tr w:rsidR="00C45714" w:rsidRPr="009F43B9" w:rsidTr="009F43B9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shd w:val="clear" w:color="auto" w:fill="auto"/>
          </w:tcPr>
          <w:p w:rsidR="00C45714" w:rsidRPr="009F43B9" w:rsidRDefault="009F43B9" w:rsidP="00C037C7">
            <w:pPr>
              <w:pStyle w:val="aa"/>
              <w:keepNext/>
              <w:rPr>
                <w:b/>
                <w:vertAlign w:val="superscript"/>
              </w:rPr>
            </w:pPr>
            <w:r w:rsidRPr="009F43B9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C45714" w:rsidRPr="009F43B9" w:rsidRDefault="00C45714" w:rsidP="00C037C7">
            <w:pPr>
              <w:pStyle w:val="aa"/>
              <w:keepNext/>
              <w:rPr>
                <w:b/>
                <w:vertAlign w:val="superscript"/>
              </w:rPr>
            </w:pPr>
            <w:bookmarkStart w:id="6" w:name="fio_users"/>
            <w:bookmarkEnd w:id="6"/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C45714" w:rsidRPr="009F43B9" w:rsidRDefault="009F43B9" w:rsidP="00C037C7">
            <w:pPr>
              <w:pStyle w:val="aa"/>
              <w:keepNext/>
              <w:rPr>
                <w:b/>
                <w:vertAlign w:val="superscript"/>
              </w:rPr>
            </w:pPr>
            <w:r w:rsidRPr="009F43B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C45714" w:rsidRPr="009F43B9" w:rsidRDefault="00C45714" w:rsidP="00C037C7">
            <w:pPr>
              <w:pStyle w:val="aa"/>
              <w:keepNext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</w:tcPr>
          <w:p w:rsidR="00C45714" w:rsidRPr="009F43B9" w:rsidRDefault="009F43B9" w:rsidP="00C037C7">
            <w:pPr>
              <w:pStyle w:val="aa"/>
              <w:keepNext/>
              <w:rPr>
                <w:b/>
                <w:vertAlign w:val="superscript"/>
              </w:rPr>
            </w:pPr>
            <w:r w:rsidRPr="009F43B9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shd w:val="clear" w:color="auto" w:fill="auto"/>
          </w:tcPr>
          <w:p w:rsidR="00C45714" w:rsidRPr="009F43B9" w:rsidRDefault="00C45714" w:rsidP="00C037C7">
            <w:pPr>
              <w:pStyle w:val="aa"/>
              <w:keepNext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C45714" w:rsidRPr="009F43B9" w:rsidRDefault="009F43B9" w:rsidP="00C037C7">
            <w:pPr>
              <w:pStyle w:val="aa"/>
              <w:keepNext/>
              <w:rPr>
                <w:vertAlign w:val="superscript"/>
              </w:rPr>
            </w:pPr>
            <w:r w:rsidRPr="009F43B9">
              <w:rPr>
                <w:vertAlign w:val="superscript"/>
              </w:rPr>
              <w:t>(дата)</w:t>
            </w:r>
          </w:p>
        </w:tc>
      </w:tr>
    </w:tbl>
    <w:p w:rsidR="0066733F" w:rsidRDefault="0066733F" w:rsidP="00C037C7">
      <w:pPr>
        <w:rPr>
          <w:sz w:val="2"/>
          <w:szCs w:val="2"/>
        </w:rPr>
      </w:pPr>
    </w:p>
    <w:p w:rsidR="0066733F" w:rsidRPr="0066733F" w:rsidRDefault="0066733F" w:rsidP="0066733F">
      <w:pPr>
        <w:rPr>
          <w:sz w:val="2"/>
          <w:szCs w:val="2"/>
        </w:rPr>
      </w:pPr>
    </w:p>
    <w:p w:rsidR="0066733F" w:rsidRPr="0066733F" w:rsidRDefault="0066733F" w:rsidP="0066733F">
      <w:pPr>
        <w:rPr>
          <w:sz w:val="2"/>
          <w:szCs w:val="2"/>
        </w:rPr>
      </w:pPr>
    </w:p>
    <w:p w:rsidR="0066733F" w:rsidRPr="0066733F" w:rsidRDefault="0066733F" w:rsidP="0066733F">
      <w:pPr>
        <w:rPr>
          <w:sz w:val="2"/>
          <w:szCs w:val="2"/>
        </w:rPr>
      </w:pPr>
    </w:p>
    <w:p w:rsidR="0066733F" w:rsidRPr="0066733F" w:rsidRDefault="0066733F" w:rsidP="0066733F">
      <w:pPr>
        <w:rPr>
          <w:sz w:val="2"/>
          <w:szCs w:val="2"/>
        </w:rPr>
      </w:pPr>
    </w:p>
    <w:p w:rsidR="0066733F" w:rsidRPr="0066733F" w:rsidRDefault="0066733F" w:rsidP="0066733F">
      <w:pPr>
        <w:rPr>
          <w:sz w:val="2"/>
          <w:szCs w:val="2"/>
        </w:rPr>
      </w:pPr>
    </w:p>
    <w:p w:rsidR="0066733F" w:rsidRPr="0066733F" w:rsidRDefault="0066733F" w:rsidP="0066733F">
      <w:pPr>
        <w:rPr>
          <w:sz w:val="2"/>
          <w:szCs w:val="2"/>
        </w:rPr>
      </w:pPr>
    </w:p>
    <w:p w:rsidR="0066733F" w:rsidRPr="0066733F" w:rsidRDefault="0066733F" w:rsidP="0066733F">
      <w:pPr>
        <w:rPr>
          <w:sz w:val="2"/>
          <w:szCs w:val="2"/>
        </w:rPr>
      </w:pPr>
    </w:p>
    <w:p w:rsidR="0066733F" w:rsidRPr="0066733F" w:rsidRDefault="0066733F" w:rsidP="0066733F">
      <w:pPr>
        <w:rPr>
          <w:sz w:val="2"/>
          <w:szCs w:val="2"/>
        </w:rPr>
      </w:pPr>
    </w:p>
    <w:p w:rsidR="0066733F" w:rsidRPr="0066733F" w:rsidRDefault="0066733F" w:rsidP="0066733F">
      <w:pPr>
        <w:rPr>
          <w:sz w:val="2"/>
          <w:szCs w:val="2"/>
        </w:rPr>
      </w:pPr>
    </w:p>
    <w:p w:rsidR="0066733F" w:rsidRPr="0066733F" w:rsidRDefault="0066733F" w:rsidP="0066733F">
      <w:pPr>
        <w:rPr>
          <w:sz w:val="2"/>
          <w:szCs w:val="2"/>
        </w:rPr>
      </w:pPr>
    </w:p>
    <w:p w:rsidR="0066733F" w:rsidRPr="0066733F" w:rsidRDefault="0066733F" w:rsidP="0066733F">
      <w:pPr>
        <w:rPr>
          <w:sz w:val="2"/>
          <w:szCs w:val="2"/>
        </w:rPr>
      </w:pPr>
    </w:p>
    <w:p w:rsidR="0066733F" w:rsidRPr="0066733F" w:rsidRDefault="0066733F" w:rsidP="0066733F">
      <w:pPr>
        <w:rPr>
          <w:sz w:val="2"/>
          <w:szCs w:val="2"/>
        </w:rPr>
      </w:pPr>
    </w:p>
    <w:p w:rsidR="0066733F" w:rsidRPr="0066733F" w:rsidRDefault="0066733F" w:rsidP="0066733F">
      <w:pPr>
        <w:rPr>
          <w:sz w:val="2"/>
          <w:szCs w:val="2"/>
        </w:rPr>
      </w:pPr>
    </w:p>
    <w:p w:rsidR="0066733F" w:rsidRDefault="0066733F" w:rsidP="0066733F">
      <w:pPr>
        <w:rPr>
          <w:sz w:val="2"/>
          <w:szCs w:val="2"/>
        </w:rPr>
      </w:pPr>
    </w:p>
    <w:p w:rsidR="0066733F" w:rsidRPr="0066733F" w:rsidRDefault="0066733F" w:rsidP="0066733F">
      <w:pPr>
        <w:rPr>
          <w:sz w:val="2"/>
          <w:szCs w:val="2"/>
        </w:rPr>
      </w:pPr>
    </w:p>
    <w:p w:rsidR="0066733F" w:rsidRPr="0066733F" w:rsidRDefault="0066733F" w:rsidP="0066733F">
      <w:pPr>
        <w:rPr>
          <w:sz w:val="2"/>
          <w:szCs w:val="2"/>
        </w:rPr>
      </w:pPr>
    </w:p>
    <w:p w:rsidR="0066733F" w:rsidRDefault="0066733F" w:rsidP="0066733F">
      <w:pPr>
        <w:rPr>
          <w:sz w:val="2"/>
          <w:szCs w:val="2"/>
        </w:rPr>
      </w:pPr>
    </w:p>
    <w:p w:rsidR="0066733F" w:rsidRDefault="0066733F" w:rsidP="0066733F">
      <w:pPr>
        <w:rPr>
          <w:sz w:val="2"/>
          <w:szCs w:val="2"/>
        </w:rPr>
      </w:pPr>
    </w:p>
    <w:p w:rsidR="001B06AD" w:rsidRPr="0066733F" w:rsidRDefault="0066733F" w:rsidP="0066733F">
      <w:pPr>
        <w:tabs>
          <w:tab w:val="left" w:pos="12705"/>
        </w:tabs>
        <w:rPr>
          <w:sz w:val="2"/>
          <w:szCs w:val="2"/>
        </w:rPr>
      </w:pPr>
      <w:r>
        <w:rPr>
          <w:sz w:val="2"/>
          <w:szCs w:val="2"/>
        </w:rPr>
        <w:tab/>
      </w:r>
    </w:p>
    <w:sectPr w:rsidR="001B06AD" w:rsidRPr="0066733F" w:rsidSect="0066733F">
      <w:footerReference w:type="default" r:id="rId6"/>
      <w:pgSz w:w="16838" w:h="11906" w:orient="landscape"/>
      <w:pgMar w:top="899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573" w:rsidRDefault="005F3573" w:rsidP="002C2DB6">
      <w:r>
        <w:separator/>
      </w:r>
    </w:p>
  </w:endnote>
  <w:endnote w:type="continuationSeparator" w:id="0">
    <w:p w:rsidR="005F3573" w:rsidRDefault="005F3573" w:rsidP="002C2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11894"/>
      <w:gridCol w:w="1030"/>
      <w:gridCol w:w="2212"/>
    </w:tblGrid>
    <w:tr w:rsidR="002C2DB6" w:rsidTr="00FB0406">
      <w:tc>
        <w:tcPr>
          <w:tcW w:w="8188" w:type="dxa"/>
          <w:shd w:val="clear" w:color="auto" w:fill="auto"/>
          <w:vAlign w:val="center"/>
        </w:tcPr>
        <w:p w:rsidR="002C2DB6" w:rsidRPr="000A1AE3" w:rsidRDefault="002C2DB6" w:rsidP="002C2DB6">
          <w:pPr>
            <w:rPr>
              <w:sz w:val="20"/>
            </w:rPr>
          </w:pPr>
          <w:r w:rsidRPr="002C2DB6">
            <w:rPr>
              <w:i/>
              <w:sz w:val="16"/>
            </w:rPr>
            <w:t>Перечень рекомендуемых мероприятий по улучшению условий труда</w:t>
          </w:r>
        </w:p>
      </w:tc>
      <w:tc>
        <w:tcPr>
          <w:tcW w:w="709" w:type="dxa"/>
          <w:shd w:val="clear" w:color="auto" w:fill="auto"/>
        </w:tcPr>
        <w:p w:rsidR="002C2DB6" w:rsidRPr="000A1AE3" w:rsidRDefault="002C2DB6" w:rsidP="002C2DB6">
          <w:pPr>
            <w:jc w:val="center"/>
            <w:rPr>
              <w:sz w:val="20"/>
            </w:rPr>
          </w:pPr>
        </w:p>
      </w:tc>
      <w:tc>
        <w:tcPr>
          <w:tcW w:w="1523" w:type="dxa"/>
          <w:shd w:val="clear" w:color="auto" w:fill="auto"/>
        </w:tcPr>
        <w:p w:rsidR="002C2DB6" w:rsidRPr="000A1AE3" w:rsidRDefault="002C2DB6" w:rsidP="002C2DB6">
          <w:pPr>
            <w:pStyle w:val="ad"/>
            <w:jc w:val="right"/>
            <w:rPr>
              <w:sz w:val="20"/>
              <w:lang w:val="en-US"/>
            </w:rPr>
          </w:pPr>
          <w:r w:rsidRPr="000A1AE3">
            <w:rPr>
              <w:rStyle w:val="af"/>
              <w:sz w:val="20"/>
            </w:rPr>
            <w:t xml:space="preserve">Стр. </w:t>
          </w:r>
          <w:r w:rsidRPr="000A1AE3">
            <w:rPr>
              <w:rStyle w:val="af"/>
              <w:sz w:val="20"/>
            </w:rPr>
            <w:fldChar w:fldCharType="begin"/>
          </w:r>
          <w:r w:rsidRPr="000A1AE3">
            <w:rPr>
              <w:rStyle w:val="af"/>
              <w:sz w:val="20"/>
            </w:rPr>
            <w:instrText xml:space="preserve">PAGE  </w:instrText>
          </w:r>
          <w:r w:rsidRPr="000A1AE3">
            <w:rPr>
              <w:rStyle w:val="af"/>
              <w:sz w:val="20"/>
            </w:rPr>
            <w:fldChar w:fldCharType="separate"/>
          </w:r>
          <w:r w:rsidR="00C30765">
            <w:rPr>
              <w:rStyle w:val="af"/>
              <w:noProof/>
              <w:sz w:val="20"/>
            </w:rPr>
            <w:t>24</w:t>
          </w:r>
          <w:r w:rsidRPr="000A1AE3">
            <w:rPr>
              <w:rStyle w:val="af"/>
              <w:sz w:val="20"/>
            </w:rPr>
            <w:fldChar w:fldCharType="end"/>
          </w:r>
          <w:r w:rsidRPr="000A1AE3">
            <w:rPr>
              <w:rStyle w:val="af"/>
              <w:sz w:val="20"/>
            </w:rPr>
            <w:t xml:space="preserve"> из </w:t>
          </w:r>
          <w:r w:rsidRPr="000A1AE3">
            <w:rPr>
              <w:rStyle w:val="af"/>
              <w:sz w:val="20"/>
            </w:rPr>
            <w:fldChar w:fldCharType="begin"/>
          </w:r>
          <w:r w:rsidRPr="000A1AE3">
            <w:rPr>
              <w:rStyle w:val="af"/>
              <w:sz w:val="20"/>
            </w:rPr>
            <w:instrText xml:space="preserve"> </w:instrText>
          </w:r>
          <w:r w:rsidRPr="000A1AE3">
            <w:rPr>
              <w:rStyle w:val="af"/>
              <w:sz w:val="20"/>
              <w:lang w:val="en-US"/>
            </w:rPr>
            <w:instrText>SECTION</w:instrText>
          </w:r>
          <w:r w:rsidRPr="000A1AE3">
            <w:rPr>
              <w:rStyle w:val="af"/>
              <w:sz w:val="20"/>
            </w:rPr>
            <w:instrText xml:space="preserve">PAGES   \* MERGEFORMAT </w:instrText>
          </w:r>
          <w:r w:rsidRPr="000A1AE3">
            <w:rPr>
              <w:rStyle w:val="af"/>
              <w:sz w:val="20"/>
            </w:rPr>
            <w:fldChar w:fldCharType="separate"/>
          </w:r>
          <w:r w:rsidR="00C30765" w:rsidRPr="00C30765">
            <w:rPr>
              <w:rStyle w:val="af"/>
              <w:noProof/>
              <w:sz w:val="20"/>
              <w:szCs w:val="24"/>
            </w:rPr>
            <w:t>28</w:t>
          </w:r>
          <w:r w:rsidRPr="000A1AE3">
            <w:rPr>
              <w:rStyle w:val="af"/>
              <w:sz w:val="20"/>
            </w:rPr>
            <w:fldChar w:fldCharType="end"/>
          </w:r>
          <w:r w:rsidRPr="000A1AE3">
            <w:rPr>
              <w:rStyle w:val="af"/>
              <w:sz w:val="20"/>
            </w:rPr>
            <w:t xml:space="preserve"> </w:t>
          </w:r>
        </w:p>
      </w:tc>
    </w:tr>
  </w:tbl>
  <w:p w:rsidR="002C2DB6" w:rsidRPr="0066733F" w:rsidRDefault="002C2DB6">
    <w:pPr>
      <w:pStyle w:val="ad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573" w:rsidRDefault="005F3573" w:rsidP="002C2DB6">
      <w:r>
        <w:separator/>
      </w:r>
    </w:p>
  </w:footnote>
  <w:footnote w:type="continuationSeparator" w:id="0">
    <w:p w:rsidR="005F3573" w:rsidRDefault="005F3573" w:rsidP="002C2D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_org_adr" w:val="344011, Ростовская область, г. Ростов-на-Дону, пр. Буденновский, 97, лит. АБ, 2 этаж"/>
    <w:docVar w:name="att_org_name" w:val="Общество с ограниченной ответственностью «ЦЕНТР ОХРАНЫ ТРУДА И ЭКОЛОГИИ «ЭКСПЕРТЭГИДА»"/>
    <w:docVar w:name="att_org_reg_date" w:val="25.12.2015"/>
    <w:docVar w:name="att_org_reg_num" w:val="181"/>
    <w:docVar w:name="boss_fio" w:val="Украинцев Игорь Борисович"/>
    <w:docVar w:name="ceh_info" w:val=" Акционерное общество &quot;Мурманэнергосбыт&quot; (АО &quot;МЭС&quot;) "/>
    <w:docVar w:name="D_dog" w:val="   "/>
    <w:docVar w:name="D_prikaz" w:val="   "/>
    <w:docVar w:name="doc_type" w:val="6"/>
    <w:docVar w:name="fill_date" w:val="11.11.2020"/>
    <w:docVar w:name="kpp_code" w:val="   "/>
    <w:docVar w:name="N_dog" w:val="   "/>
    <w:docVar w:name="N_prikaz" w:val="   "/>
    <w:docVar w:name="org_guid" w:val="87B5949AC6A5461D90D491203AB666DD"/>
    <w:docVar w:name="org_id" w:val="3"/>
    <w:docVar w:name="org_name" w:val="     "/>
    <w:docVar w:name="pers_guids" w:val="18825E92E1084705A0D6699500BB60CC@151-004-720 97"/>
    <w:docVar w:name="pers_snils" w:val="18825E92E1084705A0D6699500BB60CC@151-004-720 97"/>
    <w:docVar w:name="pred_dolg" w:val="Главный инженер"/>
    <w:docVar w:name="pred_fio" w:val="Чумак С.Б."/>
    <w:docVar w:name="rbtd_name" w:val="Акционерное общество &quot;Мурманэнергосбыт&quot; (АО &quot;МЭС&quot;)"/>
    <w:docVar w:name="sout_id" w:val="   "/>
    <w:docVar w:name="sv_docs" w:val="1"/>
  </w:docVars>
  <w:rsids>
    <w:rsidRoot w:val="009F43B9"/>
    <w:rsid w:val="0002033E"/>
    <w:rsid w:val="00047534"/>
    <w:rsid w:val="00056BFC"/>
    <w:rsid w:val="0007776A"/>
    <w:rsid w:val="00093D2E"/>
    <w:rsid w:val="000C5130"/>
    <w:rsid w:val="00196135"/>
    <w:rsid w:val="001A7AC3"/>
    <w:rsid w:val="001B06AD"/>
    <w:rsid w:val="00237B32"/>
    <w:rsid w:val="002C2DB6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24153"/>
    <w:rsid w:val="00547088"/>
    <w:rsid w:val="005567D6"/>
    <w:rsid w:val="005645F0"/>
    <w:rsid w:val="00572AE0"/>
    <w:rsid w:val="00584289"/>
    <w:rsid w:val="005F3573"/>
    <w:rsid w:val="005F64E6"/>
    <w:rsid w:val="0065289A"/>
    <w:rsid w:val="0066733F"/>
    <w:rsid w:val="0067226F"/>
    <w:rsid w:val="006E662C"/>
    <w:rsid w:val="00725C51"/>
    <w:rsid w:val="007553BF"/>
    <w:rsid w:val="007A7868"/>
    <w:rsid w:val="007D294E"/>
    <w:rsid w:val="00820552"/>
    <w:rsid w:val="008B4051"/>
    <w:rsid w:val="008C0968"/>
    <w:rsid w:val="009647F7"/>
    <w:rsid w:val="009A1326"/>
    <w:rsid w:val="009C7045"/>
    <w:rsid w:val="009D6532"/>
    <w:rsid w:val="009F43B9"/>
    <w:rsid w:val="00A026A4"/>
    <w:rsid w:val="00A567D1"/>
    <w:rsid w:val="00B106C6"/>
    <w:rsid w:val="00B12F45"/>
    <w:rsid w:val="00B1405F"/>
    <w:rsid w:val="00B3448B"/>
    <w:rsid w:val="00B5534B"/>
    <w:rsid w:val="00B737AC"/>
    <w:rsid w:val="00BA560A"/>
    <w:rsid w:val="00BD0A92"/>
    <w:rsid w:val="00C0355B"/>
    <w:rsid w:val="00C037C7"/>
    <w:rsid w:val="00C30765"/>
    <w:rsid w:val="00C45714"/>
    <w:rsid w:val="00C56FBC"/>
    <w:rsid w:val="00C93056"/>
    <w:rsid w:val="00CA2E96"/>
    <w:rsid w:val="00CD2568"/>
    <w:rsid w:val="00D11966"/>
    <w:rsid w:val="00DB70BA"/>
    <w:rsid w:val="00DC0F74"/>
    <w:rsid w:val="00DD6622"/>
    <w:rsid w:val="00E25119"/>
    <w:rsid w:val="00E458F1"/>
    <w:rsid w:val="00EB7BDE"/>
    <w:rsid w:val="00EC5373"/>
    <w:rsid w:val="00F262EE"/>
    <w:rsid w:val="00F34BAB"/>
    <w:rsid w:val="00F835B0"/>
    <w:rsid w:val="00FB0406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5D2E8D5-E6C5-4268-8989-18F0278B1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2C2DB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2C2DB6"/>
    <w:rPr>
      <w:sz w:val="24"/>
    </w:rPr>
  </w:style>
  <w:style w:type="paragraph" w:styleId="ad">
    <w:name w:val="footer"/>
    <w:basedOn w:val="a"/>
    <w:link w:val="ae"/>
    <w:rsid w:val="002C2DB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2C2DB6"/>
    <w:rPr>
      <w:sz w:val="24"/>
    </w:rPr>
  </w:style>
  <w:style w:type="character" w:styleId="af">
    <w:name w:val="page number"/>
    <w:rsid w:val="002C2DB6"/>
  </w:style>
  <w:style w:type="paragraph" w:styleId="af0">
    <w:name w:val="Balloon Text"/>
    <w:basedOn w:val="a"/>
    <w:link w:val="af1"/>
    <w:rsid w:val="00C30765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rsid w:val="00C307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3</TotalTime>
  <Pages>28</Pages>
  <Words>7973</Words>
  <Characters>45452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53319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subject/>
  <dc:creator>Ефименко Александра Сергеевна</dc:creator>
  <cp:keywords/>
  <dc:description/>
  <cp:lastModifiedBy>Ефименко Александра Сергеевна</cp:lastModifiedBy>
  <cp:revision>2</cp:revision>
  <cp:lastPrinted>2020-11-17T19:54:00Z</cp:lastPrinted>
  <dcterms:created xsi:type="dcterms:W3CDTF">2020-11-11T19:10:00Z</dcterms:created>
  <dcterms:modified xsi:type="dcterms:W3CDTF">2020-11-17T19:54:00Z</dcterms:modified>
</cp:coreProperties>
</file>