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B2" w:rsidRDefault="007068E8">
      <w:pPr>
        <w:pStyle w:val="Standard"/>
        <w:jc w:val="center"/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234CB2" w:rsidRDefault="007068E8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август 2022г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В  соответствии  с  пунктом  11 </w:t>
      </w:r>
      <w:r>
        <w:t xml:space="preserve">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авг</w:t>
      </w:r>
      <w:r>
        <w:t>уст  2022 года:</w:t>
      </w:r>
    </w:p>
    <w:p w:rsidR="00234CB2" w:rsidRDefault="007068E8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>лиц, намеревающихся  перераспределить максимальную  мощность   принадлежащих  ему   энергопринимающих    устройств за  август 2022 года  не  поступало</w:t>
      </w:r>
      <w:proofErr w:type="gramEnd"/>
      <w:r>
        <w:t>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068E8">
      <w:pPr>
        <w:spacing w:after="0" w:line="240" w:lineRule="auto"/>
      </w:pPr>
      <w:r>
        <w:separator/>
      </w:r>
    </w:p>
  </w:endnote>
  <w:endnote w:type="continuationSeparator" w:id="0">
    <w:p w:rsidR="00000000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234CB2"/>
    <w:rsid w:val="0070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</cp:revision>
  <cp:lastPrinted>2014-07-09T05:58:00Z</cp:lastPrinted>
  <dcterms:created xsi:type="dcterms:W3CDTF">2021-12-15T10:50:00Z</dcterms:created>
  <dcterms:modified xsi:type="dcterms:W3CDTF">2022-12-02T13:32:00Z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